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3DB" w:rsidRDefault="002703DB" w:rsidP="004B58C4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9. sz. melléklet:</w:t>
      </w:r>
    </w:p>
    <w:p w:rsidR="002703DB" w:rsidRPr="004024A0" w:rsidRDefault="002703DB" w:rsidP="004B58C4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</w:p>
    <w:p w:rsidR="002703DB" w:rsidRDefault="002703D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</w:t>
      </w:r>
      <w:r>
        <w:rPr>
          <w:sz w:val="20"/>
          <w:lang w:val="hu-HU"/>
        </w:rPr>
        <w:t xml:space="preserve">egy jelentés esetén, </w:t>
      </w:r>
      <w:r w:rsidRPr="004024A0">
        <w:rPr>
          <w:sz w:val="20"/>
          <w:lang w:val="hu-HU"/>
        </w:rPr>
        <w:t>nincs melléklet)</w:t>
      </w:r>
    </w:p>
    <w:p w:rsidR="002703DB" w:rsidRDefault="002703D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2703DB" w:rsidRDefault="002703DB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2703DB" w:rsidRPr="00D26E33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2703DB" w:rsidRPr="00D26E33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2703DB" w:rsidRPr="00D2184F" w:rsidRDefault="002703DB" w:rsidP="004B58C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 </w:t>
      </w:r>
      <w:r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kiválásban</w:t>
      </w:r>
      <w:r w:rsidRPr="00D2184F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résztvevő</w:t>
      </w:r>
      <w:r w:rsidRPr="0024017A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alább megnevezett gazdasági társaságok</w:t>
      </w:r>
      <w:r w:rsidRPr="0024017A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D2184F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2703DB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2703DB" w:rsidRPr="00D2184F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2703DB" w:rsidRDefault="002703DB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2703DB" w:rsidRDefault="002703DB" w:rsidP="004B58C4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az alább megnevezett gazdasági társaságok </w:t>
      </w:r>
      <w:r>
        <w:rPr>
          <w:rFonts w:ascii="Times New Roman" w:hAnsi="Times New Roman"/>
          <w:sz w:val="20"/>
          <w:lang w:val="hu-HU"/>
        </w:rPr>
        <w:t>bejegyzett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>kiválásával</w:t>
      </w:r>
      <w:r w:rsidRPr="00D2184F">
        <w:rPr>
          <w:rFonts w:ascii="Times New Roman" w:hAnsi="Times New Roman"/>
          <w:sz w:val="20"/>
          <w:lang w:val="hu-HU"/>
        </w:rPr>
        <w:t xml:space="preserve"> összefüggésben a </w:t>
      </w:r>
      <w:r>
        <w:rPr>
          <w:rFonts w:ascii="Times New Roman" w:hAnsi="Times New Roman"/>
          <w:color w:val="FF0000"/>
          <w:sz w:val="20"/>
          <w:lang w:val="hu-HU"/>
        </w:rPr>
        <w:t>202X.</w:t>
      </w:r>
      <w:r w:rsidRPr="00D2184F">
        <w:rPr>
          <w:rFonts w:ascii="Times New Roman" w:hAnsi="Times New Roman"/>
          <w:color w:val="FF0000"/>
          <w:sz w:val="20"/>
          <w:lang w:val="hu-HU"/>
        </w:rPr>
        <w:t xml:space="preserve"> xxxx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elkészített </w:t>
      </w:r>
      <w:r>
        <w:rPr>
          <w:rFonts w:ascii="Times New Roman" w:hAnsi="Times New Roman"/>
          <w:sz w:val="20"/>
          <w:lang w:val="hu-HU"/>
        </w:rPr>
        <w:t>végleges kiválási</w:t>
      </w:r>
      <w:r w:rsidRPr="00D2184F">
        <w:rPr>
          <w:rFonts w:ascii="Times New Roman" w:hAnsi="Times New Roman"/>
          <w:sz w:val="20"/>
          <w:lang w:val="hu-HU"/>
        </w:rPr>
        <w:t xml:space="preserve"> vagyonmérlegek és 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vagyonleltár</w:t>
      </w:r>
      <w:r>
        <w:rPr>
          <w:rFonts w:ascii="Times New Roman" w:hAnsi="Times New Roman"/>
          <w:sz w:val="20"/>
          <w:lang w:val="hu-HU"/>
        </w:rPr>
        <w:t>a</w:t>
      </w:r>
      <w:r w:rsidRPr="00D2184F">
        <w:rPr>
          <w:rFonts w:ascii="Times New Roman" w:hAnsi="Times New Roman"/>
          <w:sz w:val="20"/>
          <w:lang w:val="hu-HU"/>
        </w:rPr>
        <w:t>k (a továbbiakban</w:t>
      </w:r>
      <w:r>
        <w:rPr>
          <w:rFonts w:ascii="Times New Roman" w:hAnsi="Times New Roman"/>
          <w:sz w:val="20"/>
          <w:lang w:val="hu-HU"/>
        </w:rPr>
        <w:t xml:space="preserve"> együtt: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sz w:val="20"/>
          <w:lang w:val="hu-HU"/>
        </w:rPr>
        <w:t xml:space="preserve">„végleges vagyonmérleg” vagy </w:t>
      </w:r>
      <w:bookmarkStart w:id="0" w:name="_GoBack"/>
      <w:bookmarkEnd w:id="0"/>
      <w:r w:rsidRPr="00D2184F">
        <w:rPr>
          <w:rFonts w:ascii="Times New Roman" w:hAnsi="Times New Roman"/>
          <w:sz w:val="20"/>
          <w:lang w:val="hu-HU"/>
        </w:rPr>
        <w:t>„</w:t>
      </w:r>
      <w:r>
        <w:rPr>
          <w:rFonts w:ascii="Times New Roman" w:hAnsi="Times New Roman"/>
          <w:sz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lang w:val="hu-HU"/>
        </w:rPr>
        <w:t>vagyonmérlegek”) könyvvizsgálatát, amelynek során megvizsgáltuk:</w:t>
      </w:r>
    </w:p>
    <w:p w:rsidR="002703DB" w:rsidRPr="00D2184F" w:rsidRDefault="002703DB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>Kiválással érintett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után változatlan formában továbbműködő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>
        <w:rPr>
          <w:rFonts w:ascii="Times New Roman" w:hAnsi="Times New Roman" w:cs="Times New Roman"/>
          <w:sz w:val="20"/>
          <w:szCs w:val="20"/>
        </w:rPr>
        <w:t xml:space="preserve">(„jogelőd társaság”) kiválás napjára, a kiválás előtti állapotra vonatkozó vagyoni helyzetét bemutató 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 valamint</w:t>
      </w:r>
    </w:p>
    <w:p w:rsidR="002703DB" w:rsidRPr="00D2184F" w:rsidRDefault="002703DB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b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érintett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 xml:space="preserve">változatlan formában továbbműködő </w:t>
      </w:r>
      <w:r w:rsidRPr="00D2184F">
        <w:rPr>
          <w:rFonts w:ascii="Times New Roman" w:hAnsi="Times New Roman" w:cs="Times New Roman"/>
          <w:sz w:val="20"/>
          <w:szCs w:val="20"/>
        </w:rPr>
        <w:t xml:space="preserve">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1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vonatkozó, a kiválás utáni tényleges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>;</w:t>
      </w:r>
    </w:p>
    <w:p w:rsidR="002703DB" w:rsidRPr="00D2184F" w:rsidRDefault="002703DB" w:rsidP="004B58C4">
      <w:pPr>
        <w:pStyle w:val="Stlus"/>
        <w:ind w:left="720" w:hanging="360"/>
        <w:jc w:val="both"/>
        <w:rPr>
          <w:rFonts w:ascii="Times New Roman" w:hAnsi="Times New Roman" w:cs="Times New Roman"/>
          <w:sz w:val="20"/>
          <w:szCs w:val="20"/>
        </w:rPr>
      </w:pPr>
      <w:r w:rsidRPr="00D218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c</w:t>
      </w:r>
      <w:r w:rsidRPr="00D2184F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ab/>
      </w:r>
      <w:r w:rsidRPr="00D2184F">
        <w:rPr>
          <w:rFonts w:ascii="Times New Roman" w:hAnsi="Times New Roman" w:cs="Times New Roman"/>
          <w:sz w:val="20"/>
          <w:szCs w:val="20"/>
        </w:rPr>
        <w:t xml:space="preserve">a(z)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[</w:t>
      </w:r>
      <w:r>
        <w:rPr>
          <w:rFonts w:ascii="Times New Roman" w:hAnsi="Times New Roman" w:cs="Times New Roman"/>
          <w:i/>
          <w:color w:val="FF0000"/>
          <w:sz w:val="20"/>
          <w:szCs w:val="20"/>
        </w:rPr>
        <w:t xml:space="preserve">Kiválással létrejövő </w:t>
      </w:r>
      <w:r w:rsidRPr="00D2184F">
        <w:rPr>
          <w:rFonts w:ascii="Times New Roman" w:hAnsi="Times New Roman" w:cs="Times New Roman"/>
          <w:i/>
          <w:color w:val="FF0000"/>
          <w:sz w:val="20"/>
          <w:szCs w:val="20"/>
        </w:rPr>
        <w:t>társaság neve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]</w:t>
      </w:r>
      <w:r w:rsidRPr="00D2184F">
        <w:rPr>
          <w:rFonts w:ascii="Times New Roman" w:hAnsi="Times New Roman" w:cs="Times New Roman"/>
          <w:sz w:val="20"/>
          <w:szCs w:val="20"/>
        </w:rPr>
        <w:t xml:space="preserve">, mint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után </w:t>
      </w:r>
      <w:r>
        <w:rPr>
          <w:rFonts w:ascii="Times New Roman" w:hAnsi="Times New Roman" w:cs="Times New Roman"/>
          <w:sz w:val="20"/>
          <w:szCs w:val="20"/>
        </w:rPr>
        <w:t>létrejövő</w:t>
      </w:r>
      <w:r w:rsidRPr="00D2184F">
        <w:rPr>
          <w:rFonts w:ascii="Times New Roman" w:hAnsi="Times New Roman" w:cs="Times New Roman"/>
          <w:sz w:val="20"/>
          <w:szCs w:val="20"/>
        </w:rPr>
        <w:t xml:space="preserve"> társaság 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(„</w:t>
      </w:r>
      <w:r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jogutód 2 t</w:t>
      </w:r>
      <w:r w:rsidRPr="00D2184F">
        <w:rPr>
          <w:rFonts w:ascii="Times New Roman" w:hAnsi="Times New Roman" w:cs="Times New Roman"/>
          <w:spacing w:val="-4"/>
          <w:kern w:val="8"/>
          <w:sz w:val="20"/>
          <w:szCs w:val="20"/>
          <w:lang w:bidi="he-IL"/>
        </w:rPr>
        <w:t>ársaság”)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</w:t>
      </w:r>
      <w:r>
        <w:rPr>
          <w:rFonts w:ascii="Times New Roman" w:hAnsi="Times New Roman" w:cs="Times New Roman"/>
          <w:sz w:val="20"/>
          <w:szCs w:val="20"/>
        </w:rPr>
        <w:t>kiválás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napjára vonatkozó vagyoni helyzetét bemutató</w:t>
      </w:r>
      <w:r w:rsidRPr="00D218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végleges </w:t>
      </w:r>
      <w:r w:rsidRPr="00D2184F">
        <w:rPr>
          <w:rFonts w:ascii="Times New Roman" w:hAnsi="Times New Roman" w:cs="Times New Roman"/>
          <w:sz w:val="20"/>
          <w:szCs w:val="20"/>
        </w:rPr>
        <w:t xml:space="preserve">vagyonmérlegét, amelyben az eszközök és források egyező végösszege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jegyzett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 w:rsidRPr="00D2184F">
        <w:rPr>
          <w:rFonts w:ascii="Times New Roman" w:hAnsi="Times New Roman" w:cs="Times New Roman"/>
          <w:sz w:val="20"/>
          <w:szCs w:val="20"/>
        </w:rPr>
        <w:t xml:space="preserve">, a saját tőke összege </w:t>
      </w:r>
      <w:r w:rsidRPr="00D2184F">
        <w:rPr>
          <w:rFonts w:ascii="Times New Roman" w:hAnsi="Times New Roman" w:cs="Times New Roman"/>
          <w:color w:val="FF0000"/>
          <w:sz w:val="20"/>
          <w:szCs w:val="20"/>
        </w:rPr>
        <w:t>XXX E Ft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2703DB" w:rsidRPr="00D2184F" w:rsidRDefault="002703DB" w:rsidP="004B58C4">
      <w:pPr>
        <w:pStyle w:val="BodyText"/>
        <w:spacing w:after="0" w:line="240" w:lineRule="auto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A </w:t>
      </w:r>
      <w:r>
        <w:rPr>
          <w:rFonts w:ascii="Times New Roman" w:hAnsi="Times New Roman"/>
          <w:sz w:val="20"/>
          <w:lang w:val="hu-HU"/>
        </w:rPr>
        <w:t>kiválásban</w:t>
      </w:r>
      <w:r w:rsidRPr="00D2184F">
        <w:rPr>
          <w:rFonts w:ascii="Times New Roman" w:hAnsi="Times New Roman"/>
          <w:sz w:val="20"/>
          <w:lang w:val="hu-HU"/>
        </w:rPr>
        <w:t xml:space="preserve"> résztvevő társaságok a továbbiakban együtt: „</w:t>
      </w:r>
      <w:r>
        <w:rPr>
          <w:rFonts w:ascii="Times New Roman" w:hAnsi="Times New Roman"/>
          <w:sz w:val="20"/>
          <w:lang w:val="hu-HU"/>
        </w:rPr>
        <w:t>Szétváló</w:t>
      </w:r>
      <w:r w:rsidRPr="00D2184F">
        <w:rPr>
          <w:rFonts w:ascii="Times New Roman" w:hAnsi="Times New Roman"/>
          <w:sz w:val="20"/>
          <w:lang w:val="hu-HU"/>
        </w:rPr>
        <w:t xml:space="preserve"> Társaságok”.</w:t>
      </w:r>
    </w:p>
    <w:p w:rsidR="002703DB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703DB" w:rsidRDefault="002703DB" w:rsidP="004B58C4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1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társaság, és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létrejövő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 2 társaság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vagyonmérlegeit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2703DB" w:rsidRPr="002E3ADC" w:rsidRDefault="002703DB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703DB" w:rsidRPr="00D26E33" w:rsidRDefault="002703DB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703DB" w:rsidRDefault="002703DB" w:rsidP="009F05AD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vagyonmérlegek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2703DB" w:rsidRPr="00D26E33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703DB" w:rsidRDefault="002703DB" w:rsidP="00560E8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Szétváló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Társaságoktól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2703DB" w:rsidRPr="00CD0C83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2703DB" w:rsidRDefault="002703DB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2703DB" w:rsidRPr="00D81BE9" w:rsidRDefault="002703DB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2703DB" w:rsidRDefault="002703DB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2703DB" w:rsidRPr="00D81BE9" w:rsidRDefault="002703DB" w:rsidP="008A723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Szétváló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ársaságok tulajdonosai részére készült, és a jelentésem(ünk) az e törvényekben meghatározott céltól eltérő más célra  nem használható fel.</w:t>
      </w:r>
    </w:p>
    <w:p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703DB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703DB" w:rsidRPr="00D26E33" w:rsidRDefault="002703DB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2703DB" w:rsidRPr="00D26E33" w:rsidRDefault="002703DB" w:rsidP="009F05AD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vagyonmérlegek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2703DB" w:rsidRDefault="002703D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2703DB" w:rsidRDefault="002703DB" w:rsidP="009F05AD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vagyonmérlegeknek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vagyonmérlegek </w:t>
      </w:r>
      <w:r w:rsidRPr="00D26E33">
        <w:rPr>
          <w:spacing w:val="1"/>
          <w:lang w:val="hu-HU"/>
        </w:rPr>
        <w:t xml:space="preserve">elkészítése. </w:t>
      </w:r>
    </w:p>
    <w:p w:rsidR="002703DB" w:rsidRPr="00D26E33" w:rsidRDefault="002703DB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 xml:space="preserve">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2703DB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</w:t>
      </w:r>
      <w:r>
        <w:rPr>
          <w:spacing w:val="1"/>
          <w:lang w:val="hu-HU"/>
        </w:rPr>
        <w:t>ok</w:t>
      </w:r>
      <w:r w:rsidRPr="00344CDA">
        <w:rPr>
          <w:spacing w:val="1"/>
          <w:lang w:val="hu-HU"/>
        </w:rPr>
        <w:t xml:space="preserve">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2703DB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vagyonmérlegek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2703DB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2703DB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vagyonmérlegeket a számviteli törvény 136-141. §-okban foglalt rendelkezéseivel összhangban állították össze és végleges vagyonmérlegek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vagyonmérlegek alapján meghozott gazdasági döntéseit. </w:t>
      </w:r>
    </w:p>
    <w:p w:rsidR="002703DB" w:rsidRPr="00BF5EE3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2703DB" w:rsidRPr="009F05AD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2703DB" w:rsidRPr="009F05AD" w:rsidRDefault="002703DB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vagyonmérlegek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azért, hogy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Szétváló 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belső kontrolljának hatékonyságára vonatkozóan véleményt nyilvánítsak(unk).</w:t>
      </w:r>
    </w:p>
    <w:p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 nem tudja a vállalkozást folytatni.</w:t>
      </w:r>
    </w:p>
    <w:p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vagyonmérlegek átfogó bemutatását, felépítését és tartalmát, valamint értékelem(jük) azt is, hogy a végleges vagyonmérlegekben teljesül-e az alapul szolgáló ügyleteknek és eseményeknek számviteli törvény 136.-141. §-okban foglaltak szerinti bemutatása.</w:t>
      </w:r>
    </w:p>
    <w:p w:rsidR="002703DB" w:rsidRPr="009F05AD" w:rsidRDefault="002703DB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2703DB" w:rsidRPr="009F05AD" w:rsidRDefault="002703DB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2703DB" w:rsidRDefault="002703D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2703DB" w:rsidRDefault="002703DB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2703DB" w:rsidRPr="003A48B3" w:rsidRDefault="002703D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2703DB" w:rsidRPr="00D26E33" w:rsidRDefault="002703D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2703DB" w:rsidRPr="00D26E33" w:rsidRDefault="002703D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2703DB" w:rsidRPr="00D26E33" w:rsidRDefault="002703D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2703DB" w:rsidRPr="00D26E33" w:rsidRDefault="002703DB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2703DB" w:rsidRPr="00D26E33" w:rsidRDefault="002703DB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2703DB" w:rsidRPr="0080033F" w:rsidRDefault="002703DB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2703DB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3DB" w:rsidRDefault="002703DB" w:rsidP="001E2511">
      <w:pPr>
        <w:spacing w:after="0" w:line="240" w:lineRule="auto"/>
      </w:pPr>
      <w:r>
        <w:separator/>
      </w:r>
    </w:p>
  </w:endnote>
  <w:endnote w:type="continuationSeparator" w:id="0">
    <w:p w:rsidR="002703DB" w:rsidRDefault="002703DB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3DB" w:rsidRDefault="002703DB">
    <w:pPr>
      <w:pStyle w:val="Footer"/>
      <w:jc w:val="center"/>
    </w:pPr>
    <w:fldSimple w:instr="PAGE   \* MERGEFORMAT">
      <w:r w:rsidRPr="008A723D">
        <w:rPr>
          <w:noProof/>
          <w:lang w:val="hu-HU"/>
        </w:rPr>
        <w:t>1</w:t>
      </w:r>
    </w:fldSimple>
  </w:p>
  <w:p w:rsidR="002703DB" w:rsidRDefault="002703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3DB" w:rsidRDefault="002703DB" w:rsidP="001E2511">
      <w:pPr>
        <w:spacing w:after="0" w:line="240" w:lineRule="auto"/>
      </w:pPr>
      <w:r>
        <w:separator/>
      </w:r>
    </w:p>
  </w:footnote>
  <w:footnote w:type="continuationSeparator" w:id="0">
    <w:p w:rsidR="002703DB" w:rsidRDefault="002703DB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0C3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E5786"/>
    <w:rsid w:val="000F7DB6"/>
    <w:rsid w:val="0012784A"/>
    <w:rsid w:val="00133FAB"/>
    <w:rsid w:val="001568DD"/>
    <w:rsid w:val="001715E1"/>
    <w:rsid w:val="00173AF3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5798C"/>
    <w:rsid w:val="0026083D"/>
    <w:rsid w:val="002703DB"/>
    <w:rsid w:val="0027581F"/>
    <w:rsid w:val="00292B45"/>
    <w:rsid w:val="002A38FE"/>
    <w:rsid w:val="002E019D"/>
    <w:rsid w:val="002E3ADC"/>
    <w:rsid w:val="002E7980"/>
    <w:rsid w:val="002F0D7F"/>
    <w:rsid w:val="002F72C7"/>
    <w:rsid w:val="002F79B7"/>
    <w:rsid w:val="0032557C"/>
    <w:rsid w:val="00344CDA"/>
    <w:rsid w:val="00347176"/>
    <w:rsid w:val="0035779F"/>
    <w:rsid w:val="003577B5"/>
    <w:rsid w:val="0036040D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B58C4"/>
    <w:rsid w:val="004C5F47"/>
    <w:rsid w:val="004D781D"/>
    <w:rsid w:val="00516E90"/>
    <w:rsid w:val="005300E7"/>
    <w:rsid w:val="0053616F"/>
    <w:rsid w:val="005563CB"/>
    <w:rsid w:val="005575E6"/>
    <w:rsid w:val="00560E8C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B78CC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41A11"/>
    <w:rsid w:val="00847385"/>
    <w:rsid w:val="00874D52"/>
    <w:rsid w:val="00891C49"/>
    <w:rsid w:val="008A1CEC"/>
    <w:rsid w:val="008A723D"/>
    <w:rsid w:val="008B26A2"/>
    <w:rsid w:val="008D71BF"/>
    <w:rsid w:val="008F4ADF"/>
    <w:rsid w:val="00901813"/>
    <w:rsid w:val="00903E3D"/>
    <w:rsid w:val="00910DD9"/>
    <w:rsid w:val="0091782A"/>
    <w:rsid w:val="00933324"/>
    <w:rsid w:val="009414CE"/>
    <w:rsid w:val="009463C8"/>
    <w:rsid w:val="0096259E"/>
    <w:rsid w:val="009745AC"/>
    <w:rsid w:val="009760DE"/>
    <w:rsid w:val="009825E5"/>
    <w:rsid w:val="00991320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04AA4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02020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CC1"/>
    <w:rsid w:val="00BD4057"/>
    <w:rsid w:val="00BE014A"/>
    <w:rsid w:val="00BF5EE3"/>
    <w:rsid w:val="00C02C65"/>
    <w:rsid w:val="00C11015"/>
    <w:rsid w:val="00C21C70"/>
    <w:rsid w:val="00C30EE1"/>
    <w:rsid w:val="00C33E96"/>
    <w:rsid w:val="00C34F1F"/>
    <w:rsid w:val="00C55AE1"/>
    <w:rsid w:val="00C55FD9"/>
    <w:rsid w:val="00C83135"/>
    <w:rsid w:val="00C87A9C"/>
    <w:rsid w:val="00CC2A2F"/>
    <w:rsid w:val="00CD0C83"/>
    <w:rsid w:val="00CD2EF2"/>
    <w:rsid w:val="00D10C6B"/>
    <w:rsid w:val="00D139F2"/>
    <w:rsid w:val="00D175CA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7037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3</Pages>
  <Words>1131</Words>
  <Characters>7804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2018-03-26T11:59:00Z</dcterms:created>
  <dcterms:modified xsi:type="dcterms:W3CDTF">2020-07-20T09:13:00Z</dcterms:modified>
</cp:coreProperties>
</file>